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F9" w:rsidRPr="005A6304" w:rsidRDefault="00167F22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</w:p>
    <w:p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:rsidR="006F5AA4" w:rsidRPr="006F5AA4" w:rsidRDefault="00AC1AB9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vlády nadanému studentovi</w:t>
      </w:r>
      <w:r w:rsidR="00E859C7">
        <w:rPr>
          <w:rFonts w:ascii="Arial" w:hAnsi="Arial" w:cs="Arial"/>
          <w:sz w:val="22"/>
          <w:szCs w:val="22"/>
        </w:rPr>
        <w:t xml:space="preserve"> za rok 2022</w:t>
      </w:r>
      <w:r w:rsidR="006F5AA4" w:rsidRPr="006F5AA4">
        <w:rPr>
          <w:rFonts w:ascii="Arial" w:hAnsi="Arial" w:cs="Arial"/>
          <w:sz w:val="22"/>
          <w:szCs w:val="22"/>
        </w:rPr>
        <w:t xml:space="preserve"> je udělována podle ustanovení § 1 odst. 1 písm. a) bod 2 nařízení vlády č. 71/2013 Sb., o podmínkách pro ocenění výsledků výzkumu, experimentálního vývoje a inovací, ve znění pozdějších předpisů (dále jen „nařízení vlády“).</w:t>
      </w:r>
    </w:p>
    <w:p w:rsidR="006F5AA4" w:rsidRP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5AA4">
        <w:rPr>
          <w:rFonts w:ascii="Arial" w:hAnsi="Arial" w:cs="Arial"/>
          <w:sz w:val="22"/>
          <w:szCs w:val="22"/>
        </w:rPr>
        <w:t>Ocenění mimořádných výsledků výzkumu, vývoje a inovací se</w:t>
      </w:r>
      <w:r w:rsidR="00C04C50">
        <w:rPr>
          <w:rFonts w:ascii="Arial" w:hAnsi="Arial" w:cs="Arial"/>
          <w:sz w:val="22"/>
          <w:szCs w:val="22"/>
        </w:rPr>
        <w:t xml:space="preserve"> poprvé</w:t>
      </w:r>
      <w:r w:rsidRPr="006F5AA4">
        <w:rPr>
          <w:rFonts w:ascii="Arial" w:hAnsi="Arial" w:cs="Arial"/>
          <w:sz w:val="22"/>
          <w:szCs w:val="22"/>
        </w:rPr>
        <w:t xml:space="preserve"> rozšiřuje o</w:t>
      </w:r>
      <w:r w:rsidR="00AC1AB9">
        <w:rPr>
          <w:rFonts w:ascii="Arial" w:hAnsi="Arial" w:cs="Arial"/>
          <w:sz w:val="22"/>
          <w:szCs w:val="22"/>
        </w:rPr>
        <w:t xml:space="preserve"> možnost udělení ceny vlády pro </w:t>
      </w:r>
      <w:r w:rsidRPr="006F5AA4">
        <w:rPr>
          <w:rFonts w:ascii="Arial" w:hAnsi="Arial" w:cs="Arial"/>
          <w:sz w:val="22"/>
          <w:szCs w:val="22"/>
        </w:rPr>
        <w:t>nadaného studenta střední nebo vysoké školy, který projevil talent a</w:t>
      </w:r>
      <w:r w:rsidR="006678D7">
        <w:rPr>
          <w:rFonts w:ascii="Arial" w:hAnsi="Arial" w:cs="Arial"/>
          <w:sz w:val="22"/>
          <w:szCs w:val="22"/>
        </w:rPr>
        <w:t> </w:t>
      </w:r>
      <w:r w:rsidRPr="006F5AA4">
        <w:rPr>
          <w:rFonts w:ascii="Arial" w:hAnsi="Arial" w:cs="Arial"/>
          <w:sz w:val="22"/>
          <w:szCs w:val="22"/>
        </w:rPr>
        <w:t>zájem o</w:t>
      </w:r>
      <w:r w:rsidR="00DD1B43">
        <w:rPr>
          <w:rFonts w:ascii="Arial" w:hAnsi="Arial" w:cs="Arial"/>
          <w:sz w:val="22"/>
          <w:szCs w:val="22"/>
        </w:rPr>
        <w:t> </w:t>
      </w:r>
      <w:r w:rsidRPr="006F5AA4">
        <w:rPr>
          <w:rFonts w:ascii="Arial" w:hAnsi="Arial" w:cs="Arial"/>
          <w:sz w:val="22"/>
          <w:szCs w:val="22"/>
        </w:rPr>
        <w:t>výzkumnou či vědeckou práci – za účelem širší propagace výzkumné činnosti a ve</w:t>
      </w:r>
      <w:r w:rsidR="006678D7">
        <w:rPr>
          <w:rFonts w:ascii="Arial" w:hAnsi="Arial" w:cs="Arial"/>
          <w:sz w:val="22"/>
          <w:szCs w:val="22"/>
        </w:rPr>
        <w:t> </w:t>
      </w:r>
      <w:r w:rsidRPr="006F5AA4">
        <w:rPr>
          <w:rFonts w:ascii="Arial" w:hAnsi="Arial" w:cs="Arial"/>
          <w:sz w:val="22"/>
          <w:szCs w:val="22"/>
        </w:rPr>
        <w:t xml:space="preserve">snaze získat mladé nadějné zájemce pro budoucí kariéru vědce. </w:t>
      </w:r>
    </w:p>
    <w:p w:rsidR="006F5AA4" w:rsidRP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5AA4">
        <w:rPr>
          <w:rFonts w:ascii="Arial" w:hAnsi="Arial" w:cs="Arial"/>
          <w:sz w:val="22"/>
          <w:szCs w:val="22"/>
        </w:rPr>
        <w:t>Dle ustanovení § 1 odst. 2 nařízen</w:t>
      </w:r>
      <w:r w:rsidR="00AC1AB9">
        <w:rPr>
          <w:rFonts w:ascii="Arial" w:hAnsi="Arial" w:cs="Arial"/>
          <w:sz w:val="22"/>
          <w:szCs w:val="22"/>
        </w:rPr>
        <w:t>í vlády o udělení ceny vlády nadanému studentovi</w:t>
      </w:r>
      <w:r w:rsidRPr="006F5AA4">
        <w:rPr>
          <w:rFonts w:ascii="Arial" w:hAnsi="Arial" w:cs="Arial"/>
          <w:sz w:val="22"/>
          <w:szCs w:val="22"/>
        </w:rPr>
        <w:t xml:space="preserve"> rozhoduje vláda na návrh Rady pro výzkum, vývoj a inovace (dále jen „Rada“). </w:t>
      </w:r>
    </w:p>
    <w:p w:rsidR="006F5AA4" w:rsidRP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A1B51">
        <w:rPr>
          <w:rFonts w:ascii="Arial" w:hAnsi="Arial" w:cs="Arial"/>
          <w:i/>
          <w:sz w:val="22"/>
          <w:szCs w:val="22"/>
        </w:rPr>
        <w:t>Laureát / laureátka</w:t>
      </w:r>
      <w:r w:rsidRPr="006F5AA4">
        <w:rPr>
          <w:rFonts w:ascii="Arial" w:hAnsi="Arial" w:cs="Arial"/>
          <w:sz w:val="22"/>
          <w:szCs w:val="22"/>
        </w:rPr>
        <w:t xml:space="preserve"> získá spolu s oceněním finanční odměnu ve výši 50.000 Kč. Toto ocenění je poskytováno z rozpočtové kapitoly Úřadu vlády České republiky a lze jej udělit pouze jedenkrát v kalendářním roce.</w:t>
      </w:r>
    </w:p>
    <w:p w:rsidR="006F5AA4" w:rsidRP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5AA4">
        <w:rPr>
          <w:rFonts w:ascii="Arial" w:hAnsi="Arial" w:cs="Arial"/>
          <w:sz w:val="22"/>
          <w:szCs w:val="22"/>
        </w:rPr>
        <w:t xml:space="preserve">Rada se při výběru kandidáta řídí kritérii dle </w:t>
      </w:r>
      <w:r w:rsidRPr="00E859C7">
        <w:rPr>
          <w:rFonts w:ascii="Arial" w:hAnsi="Arial" w:cs="Arial"/>
          <w:sz w:val="22"/>
          <w:szCs w:val="22"/>
        </w:rPr>
        <w:t>ustanovení § 3 odst. 2 nařízení vlády.</w:t>
      </w:r>
    </w:p>
    <w:p w:rsid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5AA4">
        <w:rPr>
          <w:rFonts w:ascii="Arial" w:hAnsi="Arial" w:cs="Arial"/>
          <w:sz w:val="22"/>
          <w:szCs w:val="22"/>
        </w:rPr>
        <w:t>Rada postupuje při výběru kandidáta v souladu se svým Statutem a Jednacím řádem.</w:t>
      </w:r>
    </w:p>
    <w:p w:rsidR="000B232E" w:rsidRPr="00DD1B43" w:rsidRDefault="00ED2228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D1B43">
        <w:rPr>
          <w:rFonts w:ascii="Arial" w:hAnsi="Arial" w:cs="Arial"/>
          <w:sz w:val="22"/>
          <w:szCs w:val="22"/>
        </w:rPr>
        <w:t>Na</w:t>
      </w:r>
      <w:r w:rsidR="000B232E" w:rsidRPr="00DD1B43">
        <w:rPr>
          <w:rFonts w:ascii="Arial" w:hAnsi="Arial" w:cs="Arial"/>
          <w:sz w:val="22"/>
          <w:szCs w:val="22"/>
        </w:rPr>
        <w:t xml:space="preserve"> udělení </w:t>
      </w:r>
      <w:r w:rsidR="00DD1B43" w:rsidRPr="00DD1B43">
        <w:rPr>
          <w:rFonts w:ascii="Arial" w:hAnsi="Arial" w:cs="Arial"/>
          <w:sz w:val="22"/>
          <w:szCs w:val="22"/>
        </w:rPr>
        <w:t xml:space="preserve">Ceny vlády </w:t>
      </w:r>
      <w:r w:rsidR="00851240">
        <w:rPr>
          <w:rFonts w:ascii="Arial" w:hAnsi="Arial" w:cs="Arial"/>
          <w:sz w:val="22"/>
          <w:szCs w:val="22"/>
        </w:rPr>
        <w:t>nadanému studentovi</w:t>
      </w:r>
      <w:r w:rsidR="000B232E" w:rsidRPr="00DD1B43">
        <w:rPr>
          <w:rFonts w:ascii="Arial" w:hAnsi="Arial" w:cs="Arial"/>
          <w:sz w:val="22"/>
          <w:szCs w:val="22"/>
        </w:rPr>
        <w:t xml:space="preserve"> byli</w:t>
      </w:r>
      <w:r w:rsidRPr="00DD1B43">
        <w:rPr>
          <w:rFonts w:ascii="Arial" w:hAnsi="Arial" w:cs="Arial"/>
          <w:sz w:val="22"/>
          <w:szCs w:val="22"/>
        </w:rPr>
        <w:t xml:space="preserve"> </w:t>
      </w:r>
      <w:r w:rsidR="00DD1B43" w:rsidRPr="00DD1B43">
        <w:rPr>
          <w:rFonts w:ascii="Arial" w:hAnsi="Arial" w:cs="Arial"/>
          <w:sz w:val="22"/>
          <w:szCs w:val="22"/>
        </w:rPr>
        <w:t>nominováni</w:t>
      </w:r>
      <w:r w:rsidR="0076413F">
        <w:rPr>
          <w:rFonts w:ascii="Arial" w:hAnsi="Arial" w:cs="Arial"/>
          <w:sz w:val="22"/>
          <w:szCs w:val="22"/>
        </w:rPr>
        <w:t xml:space="preserve"> (</w:t>
      </w:r>
      <w:r w:rsidR="00F91325">
        <w:rPr>
          <w:rFonts w:ascii="Arial" w:hAnsi="Arial" w:cs="Arial"/>
          <w:sz w:val="22"/>
          <w:szCs w:val="22"/>
        </w:rPr>
        <w:t>19 platných</w:t>
      </w:r>
      <w:r w:rsidR="0076413F">
        <w:rPr>
          <w:rFonts w:ascii="Arial" w:hAnsi="Arial" w:cs="Arial"/>
          <w:sz w:val="22"/>
          <w:szCs w:val="22"/>
        </w:rPr>
        <w:t xml:space="preserve"> nominací)</w:t>
      </w:r>
      <w:r w:rsidR="000B232E" w:rsidRPr="00DD1B43">
        <w:rPr>
          <w:rFonts w:ascii="Arial" w:hAnsi="Arial" w:cs="Arial"/>
          <w:sz w:val="22"/>
          <w:szCs w:val="22"/>
        </w:rPr>
        <w:t>:</w:t>
      </w:r>
    </w:p>
    <w:p w:rsidR="0076413F" w:rsidRPr="0076413F" w:rsidRDefault="0076413F" w:rsidP="0023398C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Ing. Zdeněk Vyležich (Univerzita obrany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76413F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Jan Chasák </w:t>
      </w:r>
      <w:r w:rsidRPr="0076413F">
        <w:rPr>
          <w:rFonts w:ascii="Arial" w:hAnsi="Arial" w:cs="Arial"/>
          <w:sz w:val="22"/>
          <w:szCs w:val="22"/>
        </w:rPr>
        <w:t>(Univerzita Palackého v Olomouci)</w:t>
      </w:r>
    </w:p>
    <w:p w:rsidR="0076413F" w:rsidRPr="0076413F" w:rsidRDefault="0076413F" w:rsidP="00B97A68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Mgr. Martin Toul (Masarykova univerzita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6E480B" w:rsidP="001D560D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Michal Mašek (Fakulta elektrotechnická ČVUT</w:t>
      </w:r>
      <w:r w:rsidR="0076413F"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E1228A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Matú</w:t>
      </w:r>
      <w:r w:rsidR="006E480B">
        <w:rPr>
          <w:rFonts w:ascii="Arial" w:hAnsi="Arial" w:cs="Arial"/>
          <w:sz w:val="22"/>
          <w:szCs w:val="22"/>
        </w:rPr>
        <w:t>š Kaintz (Fakulta elektrotechnická ČVUT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C3797A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Bc. Barbora Šmahlíková (</w:t>
      </w:r>
      <w:r>
        <w:rPr>
          <w:rFonts w:ascii="Arial" w:hAnsi="Arial" w:cs="Arial"/>
          <w:sz w:val="22"/>
          <w:szCs w:val="22"/>
        </w:rPr>
        <w:t>Vysoké učení technické</w:t>
      </w:r>
      <w:r w:rsidRPr="0076413F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1F2FAF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Ing. Lucie Ivanová (Vysoké učení technické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771B1D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Mgr. Klára Červená (Univerzita Karlova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D03435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Mgr. Filip Kostelanský (Univerzita Karlova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FC1D23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Mgr. Patrícia Schmidtová (Univerzita Karlova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6E480B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Ing. Tomáš Beloň (</w:t>
      </w:r>
      <w:r w:rsidR="006E480B" w:rsidRPr="006E480B">
        <w:rPr>
          <w:rFonts w:ascii="Arial" w:hAnsi="Arial" w:cs="Arial"/>
          <w:sz w:val="22"/>
          <w:szCs w:val="22"/>
        </w:rPr>
        <w:t>Vysoká škola chemicko-technologická</w:t>
      </w:r>
      <w:r w:rsidRPr="0076413F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Praze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C46A78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Bc. Tomáš Vítek (Vysoké učení technické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733765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Ing. Lukáš Zezula (Vysoké učení technické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A5167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Bc. Willi Lazarov (Vysoké učení technické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8F3BED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Mgr. Jaromír Jůza (Univerzita Hradec Králové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AD47DE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Jakub Erben (</w:t>
      </w:r>
      <w:r w:rsidRPr="0076413F">
        <w:rPr>
          <w:rFonts w:ascii="Arial" w:hAnsi="Arial" w:cs="Arial"/>
          <w:sz w:val="22"/>
          <w:szCs w:val="22"/>
        </w:rPr>
        <w:t>Technická univerzita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Liberci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1B3F7F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Ing. Lukáš Mázl (Technická univerzita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Liberci</w:t>
      </w:r>
      <w:r>
        <w:rPr>
          <w:rFonts w:ascii="Arial" w:hAnsi="Arial" w:cs="Arial"/>
          <w:sz w:val="22"/>
          <w:szCs w:val="22"/>
        </w:rPr>
        <w:t>)</w:t>
      </w:r>
    </w:p>
    <w:p w:rsidR="0076413F" w:rsidRPr="0076413F" w:rsidRDefault="0076413F" w:rsidP="0076413F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Jan Čečdrle </w:t>
      </w:r>
      <w:r w:rsidR="006E480B">
        <w:rPr>
          <w:rFonts w:ascii="Arial" w:hAnsi="Arial" w:cs="Arial"/>
          <w:sz w:val="22"/>
          <w:szCs w:val="22"/>
        </w:rPr>
        <w:t>(České vysoké učení technické</w:t>
      </w:r>
      <w:r w:rsidRPr="0076413F">
        <w:rPr>
          <w:rFonts w:ascii="Arial" w:hAnsi="Arial" w:cs="Arial"/>
          <w:sz w:val="22"/>
          <w:szCs w:val="22"/>
        </w:rPr>
        <w:t xml:space="preserve"> v Praze)</w:t>
      </w:r>
    </w:p>
    <w:p w:rsidR="00DD1B43" w:rsidRDefault="0076413F" w:rsidP="00BD4C5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6413F">
        <w:rPr>
          <w:rFonts w:ascii="Arial" w:hAnsi="Arial" w:cs="Arial"/>
          <w:sz w:val="22"/>
          <w:szCs w:val="22"/>
        </w:rPr>
        <w:t>Ing. Yehor Safonov (Vysoké učení technické v</w:t>
      </w:r>
      <w:r>
        <w:rPr>
          <w:rFonts w:ascii="Arial" w:hAnsi="Arial" w:cs="Arial"/>
          <w:sz w:val="22"/>
          <w:szCs w:val="22"/>
        </w:rPr>
        <w:t> </w:t>
      </w:r>
      <w:r w:rsidRPr="0076413F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)</w:t>
      </w:r>
    </w:p>
    <w:p w:rsidR="00F91325" w:rsidRPr="0076413F" w:rsidRDefault="00F91325" w:rsidP="00F91325">
      <w:pPr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94DD8" w:rsidRPr="00A270DF" w:rsidRDefault="000B232E" w:rsidP="0002793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270DF">
        <w:rPr>
          <w:rFonts w:ascii="Arial" w:hAnsi="Arial" w:cs="Arial"/>
          <w:sz w:val="22"/>
          <w:szCs w:val="22"/>
        </w:rPr>
        <w:lastRenderedPageBreak/>
        <w:t>Rada na svém</w:t>
      </w:r>
      <w:r w:rsidR="006D42DB">
        <w:rPr>
          <w:rFonts w:ascii="Arial" w:hAnsi="Arial" w:cs="Arial"/>
          <w:sz w:val="22"/>
          <w:szCs w:val="22"/>
        </w:rPr>
        <w:t xml:space="preserve"> </w:t>
      </w:r>
      <w:r w:rsidR="008310DF">
        <w:rPr>
          <w:rFonts w:ascii="Arial" w:hAnsi="Arial" w:cs="Arial"/>
          <w:sz w:val="22"/>
          <w:szCs w:val="22"/>
        </w:rPr>
        <w:t>3</w:t>
      </w:r>
      <w:r w:rsidR="0002793B">
        <w:rPr>
          <w:rFonts w:ascii="Arial" w:hAnsi="Arial" w:cs="Arial"/>
          <w:sz w:val="22"/>
          <w:szCs w:val="22"/>
        </w:rPr>
        <w:t>8</w:t>
      </w:r>
      <w:r w:rsidR="00E859C7">
        <w:rPr>
          <w:rFonts w:ascii="Arial" w:hAnsi="Arial" w:cs="Arial"/>
          <w:sz w:val="22"/>
          <w:szCs w:val="22"/>
        </w:rPr>
        <w:t>6</w:t>
      </w:r>
      <w:r w:rsidR="006B31B5">
        <w:rPr>
          <w:rFonts w:ascii="Arial" w:hAnsi="Arial" w:cs="Arial"/>
          <w:sz w:val="22"/>
          <w:szCs w:val="22"/>
        </w:rPr>
        <w:t>.</w:t>
      </w:r>
      <w:r w:rsidR="008310DF">
        <w:rPr>
          <w:rFonts w:ascii="Arial" w:hAnsi="Arial" w:cs="Arial"/>
          <w:sz w:val="22"/>
          <w:szCs w:val="22"/>
        </w:rPr>
        <w:t xml:space="preserve"> zasedání dne </w:t>
      </w:r>
      <w:r w:rsidR="00E859C7">
        <w:rPr>
          <w:rFonts w:ascii="Arial" w:hAnsi="Arial" w:cs="Arial"/>
          <w:sz w:val="22"/>
          <w:szCs w:val="22"/>
        </w:rPr>
        <w:t>27</w:t>
      </w:r>
      <w:r w:rsidR="00884CB6">
        <w:rPr>
          <w:rFonts w:ascii="Arial" w:hAnsi="Arial" w:cs="Arial"/>
          <w:sz w:val="22"/>
          <w:szCs w:val="22"/>
        </w:rPr>
        <w:t xml:space="preserve">. </w:t>
      </w:r>
      <w:r w:rsidR="00E859C7">
        <w:rPr>
          <w:rFonts w:ascii="Arial" w:hAnsi="Arial" w:cs="Arial"/>
          <w:sz w:val="22"/>
          <w:szCs w:val="22"/>
        </w:rPr>
        <w:t>ledna</w:t>
      </w:r>
      <w:r w:rsidR="008310DF">
        <w:rPr>
          <w:rFonts w:ascii="Arial" w:hAnsi="Arial" w:cs="Arial"/>
          <w:sz w:val="22"/>
          <w:szCs w:val="22"/>
        </w:rPr>
        <w:t xml:space="preserve"> 202</w:t>
      </w:r>
      <w:r w:rsidR="00E859C7">
        <w:rPr>
          <w:rFonts w:ascii="Arial" w:hAnsi="Arial" w:cs="Arial"/>
          <w:sz w:val="22"/>
          <w:szCs w:val="22"/>
        </w:rPr>
        <w:t>3</w:t>
      </w:r>
      <w:r w:rsidRPr="00A270DF">
        <w:rPr>
          <w:rFonts w:ascii="Arial" w:hAnsi="Arial" w:cs="Arial"/>
          <w:sz w:val="22"/>
          <w:szCs w:val="22"/>
        </w:rPr>
        <w:t xml:space="preserve"> v souladu </w:t>
      </w:r>
      <w:r w:rsidR="00584449">
        <w:rPr>
          <w:rFonts w:ascii="Arial" w:hAnsi="Arial" w:cs="Arial"/>
          <w:sz w:val="22"/>
          <w:szCs w:val="22"/>
        </w:rPr>
        <w:t>s </w:t>
      </w:r>
      <w:r w:rsidRPr="00A270DF">
        <w:rPr>
          <w:rFonts w:ascii="Arial" w:hAnsi="Arial" w:cs="Arial"/>
          <w:sz w:val="22"/>
          <w:szCs w:val="22"/>
        </w:rPr>
        <w:t>nařízení</w:t>
      </w:r>
      <w:r w:rsidR="00584449">
        <w:rPr>
          <w:rFonts w:ascii="Arial" w:hAnsi="Arial" w:cs="Arial"/>
          <w:sz w:val="22"/>
          <w:szCs w:val="22"/>
        </w:rPr>
        <w:t>m vlády</w:t>
      </w:r>
      <w:r w:rsidRPr="00A270DF">
        <w:rPr>
          <w:rFonts w:ascii="Arial" w:hAnsi="Arial" w:cs="Arial"/>
          <w:sz w:val="22"/>
          <w:szCs w:val="22"/>
        </w:rPr>
        <w:t xml:space="preserve"> a</w:t>
      </w:r>
      <w:r w:rsidR="00B56C09">
        <w:rPr>
          <w:rFonts w:ascii="Arial" w:hAnsi="Arial" w:cs="Arial"/>
          <w:sz w:val="22"/>
          <w:szCs w:val="22"/>
        </w:rPr>
        <w:t> </w:t>
      </w:r>
      <w:r w:rsidRPr="00A270DF">
        <w:rPr>
          <w:rFonts w:ascii="Arial" w:hAnsi="Arial" w:cs="Arial"/>
          <w:sz w:val="22"/>
          <w:szCs w:val="22"/>
        </w:rPr>
        <w:t xml:space="preserve">v souladu se svým Statutem a Jednacím řádem uskutečnila výběr kandidáta tajným hlasováním a předkládá vládě ke schválení návrh na udělení </w:t>
      </w:r>
      <w:r w:rsidR="00851240">
        <w:rPr>
          <w:rFonts w:ascii="Arial" w:hAnsi="Arial" w:cs="Arial"/>
          <w:sz w:val="22"/>
          <w:szCs w:val="22"/>
        </w:rPr>
        <w:t>Ceny vlády nadanému studentovi za rok 2022</w:t>
      </w:r>
      <w:r w:rsidR="008310DF">
        <w:rPr>
          <w:rFonts w:ascii="Arial" w:hAnsi="Arial" w:cs="Arial"/>
          <w:sz w:val="22"/>
          <w:szCs w:val="22"/>
        </w:rPr>
        <w:t>:</w:t>
      </w:r>
    </w:p>
    <w:p w:rsidR="00A64189" w:rsidRPr="005C0A2C" w:rsidRDefault="00FD6AAC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0B232E" w:rsidRPr="00406576" w:rsidRDefault="00584449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="00F40093">
        <w:rPr>
          <w:rFonts w:ascii="Arial" w:hAnsi="Arial" w:cs="Arial"/>
          <w:sz w:val="22"/>
          <w:szCs w:val="22"/>
        </w:rPr>
        <w:t xml:space="preserve">ivotopis </w:t>
      </w:r>
      <w:r w:rsidR="00FD6AAC">
        <w:rPr>
          <w:rFonts w:ascii="Arial" w:hAnsi="Arial" w:cs="Arial"/>
          <w:sz w:val="22"/>
          <w:szCs w:val="22"/>
        </w:rPr>
        <w:t>…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0B232E" w:rsidRPr="00FD4E25">
        <w:rPr>
          <w:rFonts w:ascii="Arial" w:hAnsi="Arial" w:cs="Arial"/>
          <w:sz w:val="22"/>
          <w:szCs w:val="22"/>
        </w:rPr>
        <w:t xml:space="preserve">a doporučující </w:t>
      </w:r>
      <w:r w:rsidR="000B232E">
        <w:rPr>
          <w:rFonts w:ascii="Arial" w:hAnsi="Arial" w:cs="Arial"/>
          <w:sz w:val="22"/>
          <w:szCs w:val="22"/>
        </w:rPr>
        <w:t>posudek dvou odborných nebo vědeckých pracovníků o významu a přínosu práce navrhovaného kandidáta</w:t>
      </w:r>
      <w:r w:rsidR="000B232E" w:rsidRPr="00FD4E25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jsou uvedeny</w:t>
      </w:r>
      <w:r w:rsidR="000B232E" w:rsidRPr="00FD4E25">
        <w:rPr>
          <w:rFonts w:ascii="Arial" w:hAnsi="Arial" w:cs="Arial"/>
          <w:sz w:val="22"/>
          <w:szCs w:val="22"/>
        </w:rPr>
        <w:t xml:space="preserve"> v příloze (část III tohoto materiálu).</w:t>
      </w:r>
    </w:p>
    <w:p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 xml:space="preserve">Udělení </w:t>
      </w:r>
      <w:r w:rsidR="00851240">
        <w:rPr>
          <w:rFonts w:ascii="Arial" w:hAnsi="Arial" w:cs="Arial"/>
          <w:sz w:val="22"/>
          <w:szCs w:val="22"/>
        </w:rPr>
        <w:t>Ceny</w:t>
      </w:r>
      <w:r w:rsidR="00584449" w:rsidRPr="006F5AA4">
        <w:rPr>
          <w:rFonts w:ascii="Arial" w:hAnsi="Arial" w:cs="Arial"/>
          <w:sz w:val="22"/>
          <w:szCs w:val="22"/>
        </w:rPr>
        <w:t xml:space="preserve"> vlády </w:t>
      </w:r>
      <w:r w:rsidR="00851240">
        <w:rPr>
          <w:rFonts w:ascii="Arial" w:hAnsi="Arial" w:cs="Arial"/>
          <w:sz w:val="22"/>
          <w:szCs w:val="22"/>
        </w:rPr>
        <w:t>nadanému studentovi</w:t>
      </w:r>
      <w:r w:rsidRPr="00406576">
        <w:rPr>
          <w:rFonts w:ascii="Arial" w:hAnsi="Arial" w:cs="Arial"/>
          <w:sz w:val="22"/>
          <w:szCs w:val="22"/>
        </w:rPr>
        <w:t xml:space="preserve"> neznamená zvýšený nárok na výd</w:t>
      </w:r>
      <w:r w:rsidR="00FD6AAC">
        <w:rPr>
          <w:rFonts w:ascii="Arial" w:hAnsi="Arial" w:cs="Arial"/>
          <w:sz w:val="22"/>
          <w:szCs w:val="22"/>
        </w:rPr>
        <w:t>a</w:t>
      </w:r>
      <w:r w:rsidR="008310DF">
        <w:rPr>
          <w:rFonts w:ascii="Arial" w:hAnsi="Arial" w:cs="Arial"/>
          <w:sz w:val="22"/>
          <w:szCs w:val="22"/>
        </w:rPr>
        <w:t>je státního rozpočtu v roce 202</w:t>
      </w:r>
      <w:r w:rsidR="00E859C7">
        <w:rPr>
          <w:rFonts w:ascii="Arial" w:hAnsi="Arial" w:cs="Arial"/>
          <w:sz w:val="22"/>
          <w:szCs w:val="22"/>
        </w:rPr>
        <w:t>3</w:t>
      </w:r>
      <w:r w:rsidRPr="00406576">
        <w:rPr>
          <w:rFonts w:ascii="Arial" w:hAnsi="Arial" w:cs="Arial"/>
          <w:sz w:val="22"/>
          <w:szCs w:val="22"/>
        </w:rPr>
        <w:t xml:space="preserve">. Finanční ocenění nositele jmenované ceny je poskytováno z výdajů na výzkum, </w:t>
      </w:r>
      <w:r w:rsidR="00EB7976">
        <w:rPr>
          <w:rFonts w:ascii="Arial" w:hAnsi="Arial" w:cs="Arial"/>
          <w:sz w:val="22"/>
          <w:szCs w:val="22"/>
        </w:rPr>
        <w:t xml:space="preserve">experimentální vývoj a inovace </w:t>
      </w:r>
      <w:r w:rsidRPr="00406576">
        <w:rPr>
          <w:rFonts w:ascii="Arial" w:hAnsi="Arial" w:cs="Arial"/>
          <w:sz w:val="22"/>
          <w:szCs w:val="22"/>
        </w:rPr>
        <w:t>rozpočtové kapitoly Úřadu vlády České republiky a lze jej udělit pouze jedenkrát v kalendářním roce.</w:t>
      </w:r>
    </w:p>
    <w:p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Materiál nemá negativní dopad na podnikatelské prostředí České republiky ani vliv na rovné postavení mužů a žen v České republice.</w:t>
      </w:r>
    </w:p>
    <w:p w:rsidR="00A257AB" w:rsidRPr="00F05A0D" w:rsidRDefault="0002793B" w:rsidP="00A257A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byl rozeslán do mezires</w:t>
      </w:r>
      <w:r w:rsidR="000B232E" w:rsidRPr="001B091B">
        <w:rPr>
          <w:rFonts w:ascii="Arial" w:hAnsi="Arial" w:cs="Arial"/>
          <w:sz w:val="22"/>
          <w:szCs w:val="22"/>
        </w:rPr>
        <w:t xml:space="preserve">ortního připomínkového řízení dne </w:t>
      </w:r>
      <w:r w:rsidR="00E859C7">
        <w:rPr>
          <w:rFonts w:ascii="Arial" w:hAnsi="Arial" w:cs="Arial"/>
          <w:sz w:val="22"/>
          <w:szCs w:val="22"/>
        </w:rPr>
        <w:t>… 2023</w:t>
      </w:r>
      <w:r w:rsidR="000B232E" w:rsidRPr="001B091B">
        <w:rPr>
          <w:rFonts w:ascii="Arial" w:hAnsi="Arial" w:cs="Arial"/>
          <w:sz w:val="22"/>
          <w:szCs w:val="22"/>
        </w:rPr>
        <w:t xml:space="preserve"> s termínem zaslání připomínek do </w:t>
      </w:r>
      <w:r w:rsidR="00E859C7">
        <w:rPr>
          <w:rFonts w:ascii="Arial" w:hAnsi="Arial" w:cs="Arial"/>
          <w:sz w:val="22"/>
          <w:szCs w:val="22"/>
        </w:rPr>
        <w:t>… 2023</w:t>
      </w:r>
      <w:r w:rsidR="000B232E" w:rsidRPr="001B091B">
        <w:rPr>
          <w:rFonts w:ascii="Arial" w:hAnsi="Arial" w:cs="Arial"/>
          <w:sz w:val="22"/>
          <w:szCs w:val="22"/>
        </w:rPr>
        <w:t xml:space="preserve">. </w:t>
      </w:r>
      <w:r w:rsidR="00A257AB" w:rsidRPr="00F05A0D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mezires</w:t>
      </w:r>
      <w:r w:rsidR="00A257AB">
        <w:rPr>
          <w:rFonts w:ascii="Arial" w:hAnsi="Arial" w:cs="Arial"/>
          <w:sz w:val="22"/>
          <w:szCs w:val="22"/>
        </w:rPr>
        <w:t xml:space="preserve">ortním </w:t>
      </w:r>
      <w:r w:rsidR="00A257AB" w:rsidRPr="00F05A0D">
        <w:rPr>
          <w:rFonts w:ascii="Arial" w:hAnsi="Arial" w:cs="Arial"/>
          <w:sz w:val="22"/>
          <w:szCs w:val="22"/>
        </w:rPr>
        <w:t>připomínkovém řízení se k materiálu vyjádřilo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FD6AAC">
        <w:rPr>
          <w:rFonts w:ascii="Arial" w:hAnsi="Arial" w:cs="Arial"/>
          <w:sz w:val="22"/>
          <w:szCs w:val="22"/>
        </w:rPr>
        <w:t>…</w:t>
      </w:r>
      <w:r w:rsidR="00972576">
        <w:rPr>
          <w:rFonts w:ascii="Arial" w:hAnsi="Arial" w:cs="Arial"/>
          <w:sz w:val="22"/>
          <w:szCs w:val="22"/>
        </w:rPr>
        <w:t xml:space="preserve"> </w:t>
      </w:r>
      <w:r w:rsidR="00A257AB" w:rsidRPr="00F05A0D">
        <w:rPr>
          <w:rFonts w:ascii="Arial" w:hAnsi="Arial" w:cs="Arial"/>
          <w:sz w:val="22"/>
          <w:szCs w:val="22"/>
        </w:rPr>
        <w:t xml:space="preserve">připomínkových míst. Zásadní připomínky </w:t>
      </w:r>
      <w:r w:rsidR="00972576">
        <w:rPr>
          <w:rFonts w:ascii="Arial" w:hAnsi="Arial" w:cs="Arial"/>
          <w:sz w:val="22"/>
          <w:szCs w:val="22"/>
        </w:rPr>
        <w:t>nebyly uplatněny. Materiál je předkládán bez rozporu</w:t>
      </w:r>
      <w:r w:rsidR="00A257AB" w:rsidRPr="00F05A0D">
        <w:rPr>
          <w:rFonts w:ascii="Arial" w:hAnsi="Arial" w:cs="Arial"/>
          <w:sz w:val="22"/>
          <w:szCs w:val="22"/>
        </w:rPr>
        <w:t>.</w:t>
      </w:r>
    </w:p>
    <w:sectPr w:rsidR="00A257AB" w:rsidRPr="00F05A0D">
      <w:foot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96A" w:rsidRDefault="00CC496A">
      <w:r>
        <w:separator/>
      </w:r>
    </w:p>
  </w:endnote>
  <w:endnote w:type="continuationSeparator" w:id="0">
    <w:p w:rsidR="00CC496A" w:rsidRDefault="00CC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CC496A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96A" w:rsidRDefault="00CC496A">
      <w:r>
        <w:separator/>
      </w:r>
    </w:p>
  </w:footnote>
  <w:footnote w:type="continuationSeparator" w:id="0">
    <w:p w:rsidR="00CC496A" w:rsidRDefault="00CC4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D6B97"/>
    <w:multiLevelType w:val="hybridMultilevel"/>
    <w:tmpl w:val="9A96E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0B"/>
    <w:rsid w:val="000117AE"/>
    <w:rsid w:val="0002793B"/>
    <w:rsid w:val="000353F8"/>
    <w:rsid w:val="000368B3"/>
    <w:rsid w:val="000924B8"/>
    <w:rsid w:val="00096A7B"/>
    <w:rsid w:val="0009712A"/>
    <w:rsid w:val="000B232E"/>
    <w:rsid w:val="000C6DE7"/>
    <w:rsid w:val="000D4E7A"/>
    <w:rsid w:val="000E0B3C"/>
    <w:rsid w:val="000E5A44"/>
    <w:rsid w:val="000E722B"/>
    <w:rsid w:val="00107125"/>
    <w:rsid w:val="001421E9"/>
    <w:rsid w:val="00145664"/>
    <w:rsid w:val="00146DD6"/>
    <w:rsid w:val="001664DB"/>
    <w:rsid w:val="00167F22"/>
    <w:rsid w:val="0017769F"/>
    <w:rsid w:val="00193610"/>
    <w:rsid w:val="001A0575"/>
    <w:rsid w:val="001B091B"/>
    <w:rsid w:val="001E0BBF"/>
    <w:rsid w:val="00216D41"/>
    <w:rsid w:val="002331DE"/>
    <w:rsid w:val="00240B0B"/>
    <w:rsid w:val="002425E4"/>
    <w:rsid w:val="002440BD"/>
    <w:rsid w:val="002545D2"/>
    <w:rsid w:val="00255E01"/>
    <w:rsid w:val="0025633A"/>
    <w:rsid w:val="00273C93"/>
    <w:rsid w:val="00282B01"/>
    <w:rsid w:val="002944BE"/>
    <w:rsid w:val="002A1B51"/>
    <w:rsid w:val="002A672E"/>
    <w:rsid w:val="002B101C"/>
    <w:rsid w:val="002B6C17"/>
    <w:rsid w:val="002C340D"/>
    <w:rsid w:val="003130CC"/>
    <w:rsid w:val="00342072"/>
    <w:rsid w:val="0035214E"/>
    <w:rsid w:val="00361DDC"/>
    <w:rsid w:val="00363D6E"/>
    <w:rsid w:val="00371422"/>
    <w:rsid w:val="00374BB1"/>
    <w:rsid w:val="003A59AF"/>
    <w:rsid w:val="003B14F0"/>
    <w:rsid w:val="003B31CC"/>
    <w:rsid w:val="003C56F6"/>
    <w:rsid w:val="003F0CA0"/>
    <w:rsid w:val="0040404C"/>
    <w:rsid w:val="00406C16"/>
    <w:rsid w:val="00411368"/>
    <w:rsid w:val="00421876"/>
    <w:rsid w:val="00422CA2"/>
    <w:rsid w:val="004301D2"/>
    <w:rsid w:val="004370F9"/>
    <w:rsid w:val="004B2D20"/>
    <w:rsid w:val="00517DCD"/>
    <w:rsid w:val="0054706F"/>
    <w:rsid w:val="005476CA"/>
    <w:rsid w:val="00560822"/>
    <w:rsid w:val="0056661A"/>
    <w:rsid w:val="00574B2B"/>
    <w:rsid w:val="00584449"/>
    <w:rsid w:val="005A6304"/>
    <w:rsid w:val="005B4006"/>
    <w:rsid w:val="005C0A2C"/>
    <w:rsid w:val="005C24AA"/>
    <w:rsid w:val="005C7749"/>
    <w:rsid w:val="005F5A1D"/>
    <w:rsid w:val="006514A8"/>
    <w:rsid w:val="00656F81"/>
    <w:rsid w:val="006678D7"/>
    <w:rsid w:val="006858E5"/>
    <w:rsid w:val="00687CA5"/>
    <w:rsid w:val="00696458"/>
    <w:rsid w:val="006B31B5"/>
    <w:rsid w:val="006C5896"/>
    <w:rsid w:val="006D0316"/>
    <w:rsid w:val="006D42DB"/>
    <w:rsid w:val="006D796A"/>
    <w:rsid w:val="006E480B"/>
    <w:rsid w:val="006E70BC"/>
    <w:rsid w:val="006F5AA4"/>
    <w:rsid w:val="00745DD1"/>
    <w:rsid w:val="00750547"/>
    <w:rsid w:val="0076413F"/>
    <w:rsid w:val="007A02F4"/>
    <w:rsid w:val="007A0E35"/>
    <w:rsid w:val="007B237A"/>
    <w:rsid w:val="007F16DF"/>
    <w:rsid w:val="00804CE1"/>
    <w:rsid w:val="00823F31"/>
    <w:rsid w:val="008310DF"/>
    <w:rsid w:val="00834CA7"/>
    <w:rsid w:val="00851240"/>
    <w:rsid w:val="0085300A"/>
    <w:rsid w:val="00884CB6"/>
    <w:rsid w:val="00894DD8"/>
    <w:rsid w:val="008A3985"/>
    <w:rsid w:val="008B303C"/>
    <w:rsid w:val="008B3765"/>
    <w:rsid w:val="008C17A5"/>
    <w:rsid w:val="008C1953"/>
    <w:rsid w:val="008D6716"/>
    <w:rsid w:val="008D7C79"/>
    <w:rsid w:val="008F6257"/>
    <w:rsid w:val="00923698"/>
    <w:rsid w:val="00942359"/>
    <w:rsid w:val="00972576"/>
    <w:rsid w:val="00975D9F"/>
    <w:rsid w:val="00990E91"/>
    <w:rsid w:val="009C28F9"/>
    <w:rsid w:val="009F4360"/>
    <w:rsid w:val="009F67BF"/>
    <w:rsid w:val="00A01CB4"/>
    <w:rsid w:val="00A0291F"/>
    <w:rsid w:val="00A21197"/>
    <w:rsid w:val="00A257AB"/>
    <w:rsid w:val="00A270DF"/>
    <w:rsid w:val="00A4393B"/>
    <w:rsid w:val="00A46A23"/>
    <w:rsid w:val="00A579FF"/>
    <w:rsid w:val="00A60AF3"/>
    <w:rsid w:val="00A64189"/>
    <w:rsid w:val="00A8681C"/>
    <w:rsid w:val="00A90BF6"/>
    <w:rsid w:val="00A97D5C"/>
    <w:rsid w:val="00AB5907"/>
    <w:rsid w:val="00AC1AB9"/>
    <w:rsid w:val="00AC4CBB"/>
    <w:rsid w:val="00AD32CC"/>
    <w:rsid w:val="00AD6806"/>
    <w:rsid w:val="00B05259"/>
    <w:rsid w:val="00B11469"/>
    <w:rsid w:val="00B52072"/>
    <w:rsid w:val="00B55052"/>
    <w:rsid w:val="00B56C09"/>
    <w:rsid w:val="00B7196C"/>
    <w:rsid w:val="00C04C50"/>
    <w:rsid w:val="00C066CA"/>
    <w:rsid w:val="00C110F9"/>
    <w:rsid w:val="00C9742C"/>
    <w:rsid w:val="00CA3908"/>
    <w:rsid w:val="00CB4C0B"/>
    <w:rsid w:val="00CC496A"/>
    <w:rsid w:val="00CE46C7"/>
    <w:rsid w:val="00D10C7D"/>
    <w:rsid w:val="00D260C9"/>
    <w:rsid w:val="00D2795B"/>
    <w:rsid w:val="00D80837"/>
    <w:rsid w:val="00D8204E"/>
    <w:rsid w:val="00D83BDD"/>
    <w:rsid w:val="00D9250E"/>
    <w:rsid w:val="00D97F62"/>
    <w:rsid w:val="00DA3CB5"/>
    <w:rsid w:val="00DA45D9"/>
    <w:rsid w:val="00DD1B43"/>
    <w:rsid w:val="00DD4782"/>
    <w:rsid w:val="00E0734D"/>
    <w:rsid w:val="00E1384B"/>
    <w:rsid w:val="00E21982"/>
    <w:rsid w:val="00E53135"/>
    <w:rsid w:val="00E553A4"/>
    <w:rsid w:val="00E575E7"/>
    <w:rsid w:val="00E859C7"/>
    <w:rsid w:val="00E95E14"/>
    <w:rsid w:val="00EB11BC"/>
    <w:rsid w:val="00EB7976"/>
    <w:rsid w:val="00ED2228"/>
    <w:rsid w:val="00ED4EBD"/>
    <w:rsid w:val="00F40093"/>
    <w:rsid w:val="00F42F74"/>
    <w:rsid w:val="00F50898"/>
    <w:rsid w:val="00F91325"/>
    <w:rsid w:val="00F93990"/>
    <w:rsid w:val="00FA09F6"/>
    <w:rsid w:val="00FD45EB"/>
    <w:rsid w:val="00FD6AAC"/>
    <w:rsid w:val="00FE27E8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28EBBD65"/>
  <w15:docId w15:val="{7991A621-EEC1-428E-8505-482C8DF5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0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Vendula Kodetová</cp:lastModifiedBy>
  <cp:revision>2</cp:revision>
  <cp:lastPrinted>2004-05-12T10:49:00Z</cp:lastPrinted>
  <dcterms:created xsi:type="dcterms:W3CDTF">2023-01-20T11:23:00Z</dcterms:created>
  <dcterms:modified xsi:type="dcterms:W3CDTF">2023-01-20T11:23:00Z</dcterms:modified>
</cp:coreProperties>
</file>